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2495C4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bookmarkEnd w:id="0"/>
      <w:r w:rsidR="00B33F3A">
        <w:rPr>
          <w:rStyle w:val="Strong"/>
          <w:rFonts w:asciiTheme="minorHAnsi" w:hAnsiTheme="minorHAnsi" w:cstheme="minorHAnsi"/>
          <w:lang w:val="en-GB"/>
        </w:rPr>
        <w:t xml:space="preserve"> 20-G001-23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E3263DF" w:rsidR="00B0293A" w:rsidRPr="00532E97" w:rsidRDefault="0097114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B33F3A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/01/23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E2E27EC" w:rsidR="00B0293A" w:rsidRPr="00CB6DDC" w:rsidRDefault="0097114F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25/01/23 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3ABEC70" w:rsidR="00B0293A" w:rsidRPr="00251A4B" w:rsidRDefault="0097114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27/01/23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E6C95E5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6F1673">
              <w:rPr>
                <w:rFonts w:ascii="Calibri" w:hAnsi="Calibri"/>
                <w:szCs w:val="20"/>
                <w:highlight w:val="yellow"/>
              </w:rPr>
              <w:t>07</w:t>
            </w:r>
            <w:r w:rsidR="0097114F">
              <w:rPr>
                <w:rFonts w:ascii="Calibri" w:hAnsi="Calibri"/>
                <w:szCs w:val="20"/>
                <w:highlight w:val="yellow"/>
              </w:rPr>
              <w:t>/0</w:t>
            </w:r>
            <w:r w:rsidR="006F1673">
              <w:rPr>
                <w:rFonts w:ascii="Calibri" w:hAnsi="Calibri"/>
                <w:szCs w:val="20"/>
                <w:highlight w:val="yellow"/>
              </w:rPr>
              <w:t>2</w:t>
            </w:r>
            <w:r w:rsidR="0097114F">
              <w:rPr>
                <w:rFonts w:ascii="Calibri" w:hAnsi="Calibri"/>
                <w:szCs w:val="20"/>
                <w:highlight w:val="yellow"/>
              </w:rPr>
              <w:t xml:space="preserve">/23 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B33F3A">
              <w:rPr>
                <w:rFonts w:ascii="Calibri" w:hAnsi="Calibri"/>
                <w:szCs w:val="20"/>
                <w:highlight w:val="yellow"/>
              </w:rPr>
              <w:t>7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E0E6DE3" w:rsidR="00B0293A" w:rsidRPr="00532E97" w:rsidRDefault="002C002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08/02/2023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25F6E15" w:rsidR="00B0293A" w:rsidRPr="00532E97" w:rsidRDefault="002C002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09/02/2023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446F7E7B" w:rsidR="00B0293A" w:rsidRPr="00532E97" w:rsidRDefault="002C002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23/02/2023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423F490" w:rsidR="00B0293A" w:rsidRPr="00532E97" w:rsidRDefault="002C002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24/02/2023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F041B06" w:rsidR="00B0293A" w:rsidRPr="00532E97" w:rsidRDefault="002C002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27/02/2023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757C8" w14:textId="77777777" w:rsidR="0032698F" w:rsidRDefault="0032698F">
      <w:r>
        <w:separator/>
      </w:r>
    </w:p>
  </w:endnote>
  <w:endnote w:type="continuationSeparator" w:id="0">
    <w:p w14:paraId="0C8990EE" w14:textId="77777777" w:rsidR="0032698F" w:rsidRDefault="0032698F">
      <w:r>
        <w:continuationSeparator/>
      </w:r>
    </w:p>
  </w:endnote>
  <w:endnote w:type="continuationNotice" w:id="1">
    <w:p w14:paraId="7FFCAC34" w14:textId="77777777" w:rsidR="0032698F" w:rsidRDefault="003269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D60D3F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33F3A">
      <w:rPr>
        <w:noProof/>
      </w:rPr>
      <w:t>2023-01-11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B00A3" w14:textId="77777777" w:rsidR="0032698F" w:rsidRDefault="0032698F">
      <w:r>
        <w:separator/>
      </w:r>
    </w:p>
  </w:footnote>
  <w:footnote w:type="continuationSeparator" w:id="0">
    <w:p w14:paraId="2485C768" w14:textId="77777777" w:rsidR="0032698F" w:rsidRDefault="0032698F">
      <w:r>
        <w:continuationSeparator/>
      </w:r>
    </w:p>
  </w:footnote>
  <w:footnote w:type="continuationNotice" w:id="1">
    <w:p w14:paraId="11893541" w14:textId="77777777" w:rsidR="0032698F" w:rsidRDefault="003269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F63CD03" w:rsidR="00133D55" w:rsidRPr="00141577" w:rsidRDefault="00133D55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250525">
    <w:abstractNumId w:val="1"/>
  </w:num>
  <w:num w:numId="2" w16cid:durableId="751199881">
    <w:abstractNumId w:val="10"/>
  </w:num>
  <w:num w:numId="3" w16cid:durableId="568002266">
    <w:abstractNumId w:val="11"/>
  </w:num>
  <w:num w:numId="4" w16cid:durableId="286547503">
    <w:abstractNumId w:val="4"/>
  </w:num>
  <w:num w:numId="5" w16cid:durableId="94056983">
    <w:abstractNumId w:val="3"/>
  </w:num>
  <w:num w:numId="6" w16cid:durableId="1064449751">
    <w:abstractNumId w:val="7"/>
  </w:num>
  <w:num w:numId="7" w16cid:durableId="1924562252">
    <w:abstractNumId w:val="5"/>
  </w:num>
  <w:num w:numId="8" w16cid:durableId="762069552">
    <w:abstractNumId w:val="9"/>
  </w:num>
  <w:num w:numId="9" w16cid:durableId="1766337345">
    <w:abstractNumId w:val="0"/>
  </w:num>
  <w:num w:numId="10" w16cid:durableId="705254456">
    <w:abstractNumId w:val="8"/>
  </w:num>
  <w:num w:numId="11" w16cid:durableId="1204251637">
    <w:abstractNumId w:val="2"/>
  </w:num>
  <w:num w:numId="12" w16cid:durableId="65957737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02D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98F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673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14F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3F3A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03E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39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8</cp:revision>
  <cp:lastPrinted>2013-10-18T08:32:00Z</cp:lastPrinted>
  <dcterms:created xsi:type="dcterms:W3CDTF">2020-07-06T12:32:00Z</dcterms:created>
  <dcterms:modified xsi:type="dcterms:W3CDTF">2023-01-10T23:46:00Z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